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1" w:after="0" w:line="240" w:lineRule="auto"/>
        <w:ind w:left="1523" w:right="-20"/>
        <w:jc w:val="left"/>
        <w:tabs>
          <w:tab w:pos="3260" w:val="left"/>
        </w:tabs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ANEXO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I</w:t>
        <w:tab/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MEM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  <w:u w:val="thick" w:color="000000"/>
        </w:rPr>
        <w:t>O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  <w:t>R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IAL</w:t>
      </w:r>
      <w:r>
        <w:rPr>
          <w:rFonts w:ascii="Calibri" w:hAnsi="Calibri" w:cs="Calibri" w:eastAsia="Calibri"/>
          <w:sz w:val="36"/>
          <w:szCs w:val="36"/>
          <w:spacing w:val="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u w:val="thick" w:color="000000"/>
        </w:rPr>
        <w:t>D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ES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  <w:t>C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  <w:t>R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ITIVO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DAS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u w:val="thick" w:color="000000"/>
        </w:rPr>
        <w:t>V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u w:val="thick" w:color="000000"/>
        </w:rPr>
        <w:t>IAS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</w:r>
      <w:r>
        <w:rPr>
          <w:rFonts w:ascii="Calibri" w:hAnsi="Calibri" w:cs="Calibri" w:eastAsia="Calibri"/>
          <w:sz w:val="36"/>
          <w:szCs w:val="36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6" w:hRule="exact"/>
        </w:trPr>
        <w:tc>
          <w:tcPr>
            <w:tcW w:w="8646" w:type="dxa"/>
            <w:gridSpan w:val="3"/>
            <w:tcBorders>
              <w:top w:val="single" w:sz="5.4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57" w:lineRule="exact"/>
              <w:ind w:left="2915" w:right="289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RQUE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547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112" w:right="105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9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79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5.4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1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6" w:hRule="exact"/>
        </w:trPr>
        <w:tc>
          <w:tcPr>
            <w:tcW w:w="2161" w:type="dxa"/>
            <w:vMerge w:val="restart"/>
            <w:tcBorders>
              <w:top w:val="single" w:sz="5.36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57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5.36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7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5.36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57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6" w:hRule="exact"/>
        </w:trPr>
        <w:tc>
          <w:tcPr>
            <w:tcW w:w="2161" w:type="dxa"/>
            <w:tcBorders>
              <w:top w:val="single" w:sz="4.64008" w:space="0" w:color="000000"/>
              <w:bottom w:val="single" w:sz="5.399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5.399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5.399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5.399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</w:tbl>
    <w:p>
      <w:pPr>
        <w:jc w:val="left"/>
        <w:spacing w:after="0"/>
        <w:sectPr>
          <w:type w:val="continuous"/>
          <w:pgSz w:w="11920" w:h="16840"/>
          <w:pgMar w:top="138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15" w:right="289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RQUE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10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m²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12" w:right="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049" w:right="303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1.879997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1414" w:right="139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4" w:right="80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15" w:right="289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RQUE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925" w:right="90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V29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V31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32" w:space="0" w:color="000000"/>
              <w:bottom w:val="single" w:sz="4.8322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8322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8322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8322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8322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V33</w:t>
            </w:r>
          </w:p>
        </w:tc>
        <w:tc>
          <w:tcPr>
            <w:tcW w:w="2163" w:type="dxa"/>
            <w:tcBorders>
              <w:top w:val="single" w:sz="4.8322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8322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8322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V34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9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V35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V36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V37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V38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V39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0" w:right="7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2" w:right="78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B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V46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V51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V53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V56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1920" w:h="16840"/>
          <w:pgMar w:top="1300" w:bottom="280" w:left="1480" w:right="156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9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V58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V59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V60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V61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V62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43" w:right="82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843" w:right="82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8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0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8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V71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V76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V81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1920" w:h="16840"/>
          <w:pgMar w:top="1300" w:bottom="280" w:left="1480" w:right="156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9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V83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V84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V85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V86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V87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</w:tbl>
    <w:p>
      <w:pPr>
        <w:jc w:val="left"/>
        <w:spacing w:after="0"/>
        <w:sectPr>
          <w:pgSz w:w="11920" w:h="16840"/>
          <w:pgMar w:top="130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297" w:right="32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IG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Ç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5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m²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81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rva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005" w:right="3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4" w:right="98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V29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453" w:right="343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4" w:right="98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91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5" w:right="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V16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920" w:right="8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453" w:right="343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5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0" w:right="7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V85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005" w:right="3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0" w:right="90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005" w:right="3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0" w:right="90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0" w:right="7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30" w:right="71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6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453" w:right="343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4" w:right="98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V65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V38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453" w:right="343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90" w:right="107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949" w:right="393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91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5" w:right="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005" w:right="3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0" w:right="90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005" w:right="3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4" w:right="98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005" w:right="3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4" w:right="98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m²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005" w:right="3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0" w:right="90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ÉT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237" w:right="321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6" w:right="9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0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6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24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237" w:right="321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4" w:right="98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91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5" w:right="9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62" w:right="84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V57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2" w:right="78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B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237" w:right="321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0" w:right="90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0" w:right="7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237" w:right="321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IDA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RECHO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0" w:right="90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921" w:right="9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1.879997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1414" w:right="139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4" w:right="80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1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3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3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3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3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30" w:right="71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786" w:right="77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21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81" w:hRule="exact"/>
        </w:trPr>
        <w:tc>
          <w:tcPr>
            <w:tcW w:w="216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807" w:right="7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60" w:lineRule="exact"/>
              <w:ind w:left="4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</w:tbl>
    <w:p>
      <w:pPr>
        <w:jc w:val="left"/>
        <w:spacing w:after="0"/>
        <w:sectPr>
          <w:pgSz w:w="11920" w:h="16840"/>
          <w:pgMar w:top="1560" w:bottom="280" w:left="1480" w:right="15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3949" w:right="393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545" w:hRule="exact"/>
        </w:trPr>
        <w:tc>
          <w:tcPr>
            <w:tcW w:w="288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04" w:right="98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ÁREA</w:t>
            </w:r>
          </w:p>
          <w:p>
            <w:pPr>
              <w:spacing w:before="0" w:after="0" w:line="240" w:lineRule="auto"/>
              <w:ind w:left="91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²</w:t>
            </w:r>
          </w:p>
        </w:tc>
        <w:tc>
          <w:tcPr>
            <w:tcW w:w="288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Í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1093" w:right="107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81" w:hRule="exact"/>
        </w:trPr>
        <w:tc>
          <w:tcPr>
            <w:tcW w:w="8646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left="2997" w:right="297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AMEN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</w:p>
        </w:tc>
      </w:tr>
    </w:tbl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479996" w:type="dxa"/>
      </w:tblPr>
      <w:tblGrid/>
      <w:tr>
        <w:trPr>
          <w:trHeight w:val="278" w:hRule="exact"/>
        </w:trPr>
        <w:tc>
          <w:tcPr>
            <w:tcW w:w="2161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7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VÉRTICE</w:t>
            </w:r>
          </w:p>
        </w:tc>
        <w:tc>
          <w:tcPr>
            <w:tcW w:w="2163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5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TÂ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CIA</w:t>
            </w:r>
          </w:p>
        </w:tc>
        <w:tc>
          <w:tcPr>
            <w:tcW w:w="4323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417" w:right="139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ADAS</w:t>
            </w:r>
          </w:p>
        </w:tc>
      </w:tr>
      <w:tr>
        <w:trPr>
          <w:trHeight w:val="278" w:hRule="exact"/>
        </w:trPr>
        <w:tc>
          <w:tcPr>
            <w:tcW w:w="2161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vMerge/>
            <w:tcBorders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826" w:right="80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ESTE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726" w:right="70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</w:p>
        </w:tc>
      </w:tr>
      <w:tr>
        <w:trPr>
          <w:trHeight w:val="279" w:hRule="exact"/>
        </w:trPr>
        <w:tc>
          <w:tcPr>
            <w:tcW w:w="216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1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V15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1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1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21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216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V9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1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216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0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</w:tbl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auto"/>
        <w:ind w:left="22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RUA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ento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7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7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7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ção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</w:p>
    <w:p>
      <w:pPr>
        <w:spacing w:before="39" w:after="0" w:line="240" w:lineRule="auto"/>
        <w:ind w:left="8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eixo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ação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</w:p>
    <w:p>
      <w:pPr>
        <w:spacing w:before="38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38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38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</w:p>
    <w:p>
      <w:pPr>
        <w:spacing w:before="41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Parq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mplem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7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38" w:after="0" w:line="240" w:lineRule="auto"/>
        <w:ind w:left="7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7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ção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</w:p>
    <w:p>
      <w:pPr>
        <w:spacing w:before="41" w:after="0" w:line="274" w:lineRule="auto"/>
        <w:ind w:left="772" w:right="1906" w:firstLine="-2"/>
        <w:jc w:val="left"/>
        <w:tabs>
          <w:tab w:pos="31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ó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</w:p>
    <w:p>
      <w:pPr>
        <w:spacing w:before="9" w:after="0" w:line="240" w:lineRule="auto"/>
        <w:ind w:left="7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</w:p>
    <w:p>
      <w:pPr>
        <w:jc w:val="left"/>
        <w:spacing w:after="0"/>
        <w:sectPr>
          <w:pgMar w:footer="1477" w:header="124680064" w:top="1560" w:bottom="1660" w:left="1480" w:right="1560"/>
          <w:footerReference w:type="even" r:id="rId5"/>
          <w:pgSz w:w="11920" w:h="16840"/>
        </w:sectPr>
      </w:pPr>
      <w:rPr/>
    </w:p>
    <w:p>
      <w:pPr>
        <w:spacing w:before="41" w:after="0" w:line="240" w:lineRule="auto"/>
        <w:ind w:left="5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RUA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5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5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ção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</w:p>
    <w:p>
      <w:pPr>
        <w:spacing w:before="41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38" w:after="0" w:line="240" w:lineRule="auto"/>
        <w:ind w:left="62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Rua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38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</w:p>
    <w:p>
      <w:pPr>
        <w:spacing w:before="41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</w:p>
    <w:p>
      <w:pPr>
        <w:spacing w:before="41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Rua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30" w:right="6650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RUA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38" w:after="0" w:line="240" w:lineRule="auto"/>
        <w:ind w:left="5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75" w:lineRule="auto"/>
        <w:ind w:left="620" w:right="4011" w:firstLine="-31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ção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ó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ó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ria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ó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7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38" w:after="0" w:line="240" w:lineRule="auto"/>
        <w:ind w:left="5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588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ção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</w:p>
    <w:p>
      <w:pPr>
        <w:spacing w:before="41" w:after="0" w:line="240" w:lineRule="auto"/>
        <w:ind w:left="620" w:right="-20"/>
        <w:jc w:val="left"/>
        <w:tabs>
          <w:tab w:pos="68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/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rua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</w:p>
    <w:p>
      <w:pPr>
        <w:spacing w:before="38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41" w:after="0" w:line="240" w:lineRule="auto"/>
        <w:ind w:left="6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Rai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3" w:right="4030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Parq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Ramo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ensã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jc w:val="left"/>
        <w:spacing w:after="0"/>
        <w:sectPr>
          <w:pgMar w:header="124680064" w:footer="1477" w:top="1660" w:bottom="280" w:left="1680" w:right="1680"/>
          <w:headerReference w:type="odd" r:id="rId6"/>
          <w:footerReference w:type="odd" r:id="rId7"/>
          <w:pgSz w:w="11920" w:h="16840"/>
        </w:sectPr>
      </w:pPr>
      <w:rPr/>
    </w:p>
    <w:p>
      <w:pPr>
        <w:spacing w:before="5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75" w:lineRule="auto"/>
        <w:ind w:left="521" w:right="4111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riç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ó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</w:p>
    <w:p>
      <w:pPr>
        <w:spacing w:before="39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Parq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mplem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75" w:lineRule="auto"/>
        <w:ind w:left="521" w:right="411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riç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ó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ç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mpleme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riç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</w:p>
    <w:p>
      <w:pPr>
        <w:spacing w:before="41" w:after="0" w:line="274" w:lineRule="auto"/>
        <w:ind w:left="521" w:right="2845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e(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ação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(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jc w:val="left"/>
        <w:spacing w:after="0"/>
        <w:sectPr>
          <w:pgMar w:header="1457" w:footer="0" w:top="1340" w:bottom="1660" w:left="1680" w:right="1680"/>
          <w:headerReference w:type="even" r:id="rId8"/>
          <w:footerReference w:type="even" r:id="rId9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2" w:after="0" w:line="240" w:lineRule="auto"/>
        <w:ind w:left="819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Rua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riç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</w:p>
    <w:p>
      <w:pPr>
        <w:spacing w:before="41" w:after="0" w:line="276" w:lineRule="auto"/>
        <w:ind w:left="521" w:right="2845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e(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ação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(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</w:p>
    <w:p>
      <w:pPr>
        <w:spacing w:before="38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</w:p>
    <w:p>
      <w:pPr>
        <w:spacing w:before="41" w:after="0" w:line="240" w:lineRule="auto"/>
        <w:ind w:left="521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</w:p>
    <w:p>
      <w:pPr>
        <w:jc w:val="left"/>
        <w:spacing w:after="0"/>
        <w:sectPr>
          <w:pgMar w:header="1457" w:footer="0" w:top="1660" w:bottom="280" w:left="1680" w:right="1680"/>
          <w:headerReference w:type="odd" r:id="rId10"/>
          <w:headerReference w:type="even" r:id="rId11"/>
          <w:footerReference w:type="odd" r:id="rId12"/>
          <w:pgSz w:w="11920" w:h="16840"/>
        </w:sectPr>
      </w:pPr>
      <w:rPr/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41" w:lineRule="exact"/>
        <w:ind w:left="1261" w:right="1256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8"/>
          <w:szCs w:val="28"/>
          <w:b/>
          <w:bCs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MOR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AL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DESCRIT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VO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ÁREA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A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DA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P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L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BETIM</w:t>
      </w:r>
      <w:r>
        <w:rPr>
          <w:rFonts w:ascii="Calibri" w:hAnsi="Calibri" w:cs="Calibri" w:eastAsia="Calibri"/>
          <w:sz w:val="28"/>
          <w:szCs w:val="28"/>
          <w:spacing w:val="-1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2" w:right="5791" w:firstLine="-5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IMÓV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ATRÍ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ULA:</w:t>
      </w:r>
    </w:p>
    <w:p>
      <w:pPr>
        <w:spacing w:before="0" w:after="0" w:line="240" w:lineRule="auto"/>
        <w:ind w:left="102" w:right="6725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ÁRE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m²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102" w:right="6321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RIET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Á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RIO: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OG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9" w:lineRule="auto"/>
        <w:ind w:left="102" w:right="57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rdena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ô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V2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ção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2m;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3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3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isa</w:t>
      </w:r>
      <w:r>
        <w:rPr>
          <w:rFonts w:ascii="Calibri" w:hAnsi="Calibri" w:cs="Calibri" w:eastAsia="Calibri"/>
          <w:sz w:val="22"/>
          <w:szCs w:val="22"/>
          <w:spacing w:val="2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8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Estr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V6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3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3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3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39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V7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V8,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V8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3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3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3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Á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erde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66" w:lineRule="exact"/>
        <w:ind w:left="102" w:right="66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</w:p>
    <w:p>
      <w:pPr>
        <w:spacing w:before="0" w:after="0" w:line="240" w:lineRule="auto"/>
        <w:ind w:left="102" w:right="63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</w:p>
    <w:p>
      <w:pPr>
        <w:spacing w:before="1" w:after="0" w:line="240" w:lineRule="auto"/>
        <w:ind w:left="102" w:right="70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1" w:after="0" w:line="239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40" w:lineRule="auto"/>
        <w:ind w:left="102" w:right="5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jc w:val="both"/>
        <w:spacing w:after="0"/>
        <w:sectPr>
          <w:pgMar w:header="1457" w:footer="0" w:top="1780" w:bottom="280" w:left="1600" w:right="1580"/>
          <w:headerReference w:type="even" r:id="rId13"/>
          <w:footerReference w:type="even" r:id="rId14"/>
          <w:pgSz w:w="11920" w:h="16840"/>
        </w:sectPr>
      </w:pPr>
      <w:rPr/>
    </w:p>
    <w:p>
      <w:pPr>
        <w:spacing w:before="51" w:after="0" w:line="240" w:lineRule="auto"/>
        <w:ind w:left="102" w:right="58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39" w:lineRule="auto"/>
        <w:ind w:left="102" w:right="58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tação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ão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V1,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riç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</w:p>
    <w:p>
      <w:pPr>
        <w:spacing w:before="0" w:after="0" w:line="240" w:lineRule="auto"/>
        <w:ind w:left="102" w:right="8231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.X.X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35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8"/>
          <w:szCs w:val="28"/>
          <w:b/>
          <w:bCs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MOR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AL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DESCRIT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VO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S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RVIDÃO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PARA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FUT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U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  <w:t>R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ACES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S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  <w:t>O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5792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IMÓV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ATRÍC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</w:p>
    <w:p>
      <w:pPr>
        <w:spacing w:before="0" w:after="0" w:line="240" w:lineRule="auto"/>
        <w:ind w:left="102" w:right="6950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ÁRE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²</w:t>
      </w:r>
    </w:p>
    <w:p>
      <w:pPr>
        <w:spacing w:before="0" w:after="0" w:line="240" w:lineRule="auto"/>
        <w:ind w:left="102" w:right="6321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RIET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Á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RIO: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OG</w:t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57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erde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ô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stância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té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Á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V3,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ação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V4,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3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V4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Á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erde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V5,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enadas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erdeir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ô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0" w:after="0" w:line="239" w:lineRule="auto"/>
        <w:ind w:left="102" w:right="59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81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até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V6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taç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istâ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té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V1,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em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riç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ã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X.X.X.X.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X.X.</w:t>
      </w:r>
    </w:p>
    <w:p>
      <w:pPr>
        <w:jc w:val="left"/>
        <w:spacing w:after="0"/>
        <w:sectPr>
          <w:pgMar w:header="1475" w:footer="0" w:top="1340" w:bottom="280" w:left="1600" w:right="1580"/>
          <w:headerReference w:type="odd" r:id="rId15"/>
          <w:footerReference w:type="odd" r:id="rId16"/>
          <w:pgSz w:w="11920" w:h="16840"/>
        </w:sectPr>
      </w:pPr>
      <w:rPr/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41" w:lineRule="exact"/>
        <w:ind w:left="1405" w:right="1384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8"/>
          <w:szCs w:val="28"/>
          <w:b/>
          <w:bCs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MOR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AL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DESCRIT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VO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ÁREA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A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DA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P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L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IBEL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2" w:right="570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IMÓV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ATRÍC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A:</w:t>
      </w:r>
    </w:p>
    <w:p>
      <w:pPr>
        <w:spacing w:before="0" w:after="0" w:line="266" w:lineRule="exact"/>
        <w:ind w:left="10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ÁRE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²</w:t>
      </w:r>
    </w:p>
    <w:p>
      <w:pPr>
        <w:spacing w:before="0" w:after="0" w:line="240" w:lineRule="auto"/>
        <w:ind w:left="10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RIET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Á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RIO: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EIB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92" w:right="74" w:firstLine="5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97" w:right="1276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jc w:val="center"/>
        <w:spacing w:after="0"/>
        <w:sectPr>
          <w:pgMar w:header="0" w:footer="0" w:top="1780" w:bottom="280" w:left="1600" w:right="1600"/>
          <w:headerReference w:type="even" r:id="rId17"/>
          <w:footerReference w:type="even" r:id="rId18"/>
          <w:pgSz w:w="11920" w:h="16840"/>
        </w:sectPr>
      </w:pPr>
      <w:rPr/>
    </w:p>
    <w:p>
      <w:pPr>
        <w:spacing w:before="32" w:after="0" w:line="240" w:lineRule="auto"/>
        <w:ind w:left="3757" w:right="3758"/>
        <w:jc w:val="center"/>
        <w:rPr>
          <w:rFonts w:ascii="Calibri" w:hAnsi="Calibri" w:cs="Calibri" w:eastAsia="Calibri"/>
          <w:sz w:val="32"/>
          <w:szCs w:val="32"/>
        </w:rPr>
      </w:pPr>
      <w:rPr/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XO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99"/>
          <w:b/>
          <w:bCs/>
        </w:rPr>
        <w:t>l</w:t>
      </w:r>
      <w:r>
        <w:rPr>
          <w:rFonts w:ascii="Calibri" w:hAnsi="Calibri" w:cs="Calibri" w:eastAsia="Calibri"/>
          <w:sz w:val="32"/>
          <w:szCs w:val="32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27" w:right="927"/>
        <w:jc w:val="center"/>
        <w:rPr>
          <w:rFonts w:ascii="Calibri" w:hAnsi="Calibri" w:cs="Calibri" w:eastAsia="Calibri"/>
          <w:sz w:val="28"/>
          <w:szCs w:val="28"/>
        </w:rPr>
      </w:pPr>
      <w:rPr/>
      <w:r>
        <w:rPr>
          <w:rFonts w:ascii="Calibri" w:hAnsi="Calibri" w:cs="Calibri" w:eastAsia="Calibri"/>
          <w:sz w:val="28"/>
          <w:szCs w:val="28"/>
          <w:b/>
          <w:bCs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MOR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AL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DESCRIT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I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VO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DA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AREA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DA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OP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  <w:t>E</w:t>
      </w:r>
      <w:r>
        <w:rPr>
          <w:rFonts w:ascii="Calibri" w:hAnsi="Calibri" w:cs="Calibri" w:eastAsia="Calibri"/>
          <w:sz w:val="28"/>
          <w:szCs w:val="28"/>
          <w:spacing w:val="-3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RAC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  <w:t>A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 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  <w:t>U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  <w:t>R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  <w:t>B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  <w:u w:val="thick" w:color="000000"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  <w:u w:val="thick" w:color="000000"/>
        </w:rPr>
        <w:t>ANA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auto"/>
        <w:ind w:left="102" w:right="567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ÓV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á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tal.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ÁRE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2m²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02" w:right="58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V1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eba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ção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sul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V2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4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4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V5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</w:p>
    <w:p>
      <w:pPr>
        <w:spacing w:before="8" w:after="0" w:line="275" w:lineRule="auto"/>
        <w:ind w:left="102" w:right="57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V7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V8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rtice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1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V11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V13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</w:p>
    <w:p>
      <w:pPr>
        <w:spacing w:before="8" w:after="0" w:line="276" w:lineRule="auto"/>
        <w:ind w:left="102" w:right="57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1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para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4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értice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értice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rtice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V29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1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V31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V35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V37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</w:p>
    <w:p>
      <w:pPr>
        <w:spacing w:before="8" w:after="0" w:line="276" w:lineRule="auto"/>
        <w:ind w:left="102" w:right="57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ao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rte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jc w:val="both"/>
        <w:spacing w:after="0"/>
        <w:sectPr>
          <w:pgMar w:header="1475" w:footer="0" w:top="1360" w:bottom="280" w:left="1600" w:right="1580"/>
          <w:headerReference w:type="odd" r:id="rId19"/>
          <w:footerReference w:type="odd" r:id="rId20"/>
          <w:pgSz w:w="11920" w:h="16840"/>
        </w:sectPr>
      </w:pPr>
      <w:rPr/>
    </w:p>
    <w:p>
      <w:pPr>
        <w:spacing w:before="51" w:after="0" w:line="240" w:lineRule="auto"/>
        <w:ind w:left="10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V47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=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2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</w:p>
    <w:p>
      <w:pPr>
        <w:spacing w:before="43" w:after="0" w:line="240" w:lineRule="auto"/>
        <w:ind w:left="10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E=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N=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é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tice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sectPr>
      <w:pgMar w:header="0" w:footer="0" w:top="1340" w:bottom="280" w:left="1600" w:right="1580"/>
      <w:headerReference w:type="even" r:id="rId21"/>
      <w:footerReference w:type="even" r:id="rId22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1.580002pt;margin-top:746.599976pt;width:152.926036pt;height:13.04pt;mso-position-horizontal-relative:page;mso-position-vertical-relative:page;z-index:-5565" type="#_x0000_t202" filled="f" stroked="f">
          <v:textbox inset="0,0,0,0">
            <w:txbxContent>
              <w:p>
                <w:pPr>
                  <w:spacing w:before="0" w:after="0" w:line="241" w:lineRule="exact"/>
                  <w:ind w:left="20" w:right="-53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Pr/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4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49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N=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4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9.059998pt;margin-top:751.399963pt;width:152.914996pt;height:13.04pt;mso-position-horizontal-relative:page;mso-position-vertical-relative:page;z-index:-5563" type="#_x0000_t202" filled="f" stroked="f">
          <v:textbox inset="0,0,0,0">
            <w:txbxContent>
              <w:p>
                <w:pPr>
                  <w:spacing w:before="0" w:after="0" w:line="241" w:lineRule="exact"/>
                  <w:ind w:left="20" w:right="-53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Pr/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4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8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3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4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1.580002pt;margin-top:71.859985pt;width:152.926036pt;height:13.04pt;mso-position-horizontal-relative:page;mso-position-vertical-relative:page;z-index:-5564" type="#_x0000_t202" filled="f" stroked="f">
          <v:textbox inset="0,0,0,0">
            <w:txbxContent>
              <w:p>
                <w:pPr>
                  <w:spacing w:before="0" w:after="0" w:line="241" w:lineRule="exact"/>
                  <w:ind w:left="20" w:right="-53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Pr/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8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8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49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N=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8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4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9.059998pt;margin-top:71.859985pt;width:152.914996pt;height:13.04pt;mso-position-horizontal-relative:page;mso-position-vertical-relative:page;z-index:-5562" type="#_x0000_t202" filled="f" stroked="f">
          <v:textbox inset="0,0,0,0">
            <w:txbxContent>
              <w:p>
                <w:pPr>
                  <w:spacing w:before="0" w:after="0" w:line="241" w:lineRule="exact"/>
                  <w:ind w:left="20" w:right="-53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Pr/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8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8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5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3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=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9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4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-2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1"/>
                    <w:w w:val="100"/>
                    <w:position w:val="1"/>
                  </w:rPr>
                  <w:t>7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0.850006pt;margin-top:72.969986pt;width:57.055706pt;height:17.96pt;mso-position-horizontal-relative:page;mso-position-vertical-relative:page;z-index:-5561" type="#_x0000_t202" filled="f" stroked="f">
          <v:textbox inset="0,0,0,0">
            <w:txbxContent>
              <w:p>
                <w:pPr>
                  <w:spacing w:before="0" w:after="0" w:line="339" w:lineRule="exact"/>
                  <w:ind w:left="20" w:right="-68"/>
                  <w:jc w:val="left"/>
                  <w:rPr>
                    <w:rFonts w:ascii="Calibri" w:hAnsi="Calibri" w:cs="Calibri" w:eastAsia="Calibri"/>
                    <w:sz w:val="32"/>
                    <w:szCs w:val="32"/>
                  </w:rPr>
                </w:pPr>
                <w:rPr/>
                <w:r>
                  <w:rPr>
                    <w:rFonts w:ascii="Calibri" w:hAnsi="Calibri" w:cs="Calibri" w:eastAsia="Calibri"/>
                    <w:sz w:val="32"/>
                    <w:szCs w:val="32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b/>
                    <w:bCs/>
                    <w:position w:val="1"/>
                  </w:rPr>
                  <w:t>XO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0.850006pt;margin-top:72.969986pt;width:57.055706pt;height:17.96pt;mso-position-horizontal-relative:page;mso-position-vertical-relative:page;z-index:-5560" type="#_x0000_t202" filled="f" stroked="f">
          <v:textbox inset="0,0,0,0">
            <w:txbxContent>
              <w:p>
                <w:pPr>
                  <w:spacing w:before="0" w:after="0" w:line="339" w:lineRule="exact"/>
                  <w:ind w:left="20" w:right="-68"/>
                  <w:jc w:val="left"/>
                  <w:rPr>
                    <w:rFonts w:ascii="Calibri" w:hAnsi="Calibri" w:cs="Calibri" w:eastAsia="Calibri"/>
                    <w:sz w:val="32"/>
                    <w:szCs w:val="32"/>
                  </w:rPr>
                </w:pPr>
                <w:rPr/>
                <w:r>
                  <w:rPr>
                    <w:rFonts w:ascii="Calibri" w:hAnsi="Calibri" w:cs="Calibri" w:eastAsia="Calibri"/>
                    <w:sz w:val="32"/>
                    <w:szCs w:val="32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b/>
                    <w:bCs/>
                    <w:position w:val="1"/>
                  </w:rPr>
                  <w:t>XO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32"/>
                    <w:szCs w:val="3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2.529999pt;margin-top:72.72998pt;width:50.320143pt;height:16.04pt;mso-position-horizontal-relative:page;mso-position-vertical-relative:page;z-index:-5559" type="#_x0000_t202" filled="f" stroked="f">
          <v:textbox inset="0,0,0,0">
            <w:txbxContent>
              <w:p>
                <w:pPr>
                  <w:spacing w:before="0" w:after="0" w:line="301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ANE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evenAndOddHeader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footer" Target="footer7.xml"/><Relationship Id="rId19" Type="http://schemas.openxmlformats.org/officeDocument/2006/relationships/header" Target="header8.xml"/><Relationship Id="rId20" Type="http://schemas.openxmlformats.org/officeDocument/2006/relationships/footer" Target="footer8.xml"/><Relationship Id="rId21" Type="http://schemas.openxmlformats.org/officeDocument/2006/relationships/header" Target="header9.xml"/><Relationship Id="rId22" Type="http://schemas.openxmlformats.org/officeDocument/2006/relationships/footer" Target="footer9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dcterms:created xsi:type="dcterms:W3CDTF">2012-04-03T11:23:42Z</dcterms:created>
  <dcterms:modified xsi:type="dcterms:W3CDTF">2012-04-03T11:23:42Z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2011-12-20T00:00:00Z</vt:filetime>
  </property>
  <property fmtid="{D5CDD505-2E9C-101B-9397-08002B2CF9AE}" pid="3" name="LastSaved">
    <vt:filetime>2012-04-03T00:00:00Z</vt:filetime>
  </property>
</Properties>
</file>